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2F" w:rsidRDefault="00F2272F"/>
    <w:p w:rsidR="00F2272F" w:rsidRDefault="00F2272F"/>
    <w:p w:rsidR="00F2272F" w:rsidRDefault="00F2272F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2A17DF" w:rsidRDefault="006D20AC" w:rsidP="00874134">
      <w:pPr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Gours</w:t>
      </w:r>
      <w:r w:rsidR="002A17DF">
        <w:rPr>
          <w:rFonts w:asciiTheme="majorHAnsi" w:hAnsiTheme="majorHAnsi"/>
          <w:b/>
          <w:sz w:val="56"/>
          <w:szCs w:val="56"/>
        </w:rPr>
        <w:t xml:space="preserve"> : </w:t>
      </w:r>
    </w:p>
    <w:p w:rsidR="00874134" w:rsidRDefault="002A17DF" w:rsidP="00874134">
      <w:pPr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Modification</w:t>
      </w:r>
      <w:r w:rsidR="006D20AC">
        <w:rPr>
          <w:rFonts w:asciiTheme="majorHAnsi" w:hAnsiTheme="majorHAnsi"/>
          <w:b/>
          <w:sz w:val="56"/>
          <w:szCs w:val="56"/>
        </w:rPr>
        <w:t xml:space="preserve"> de Droit Commun</w:t>
      </w:r>
    </w:p>
    <w:p w:rsidR="00874134" w:rsidRDefault="002A17DF" w:rsidP="00874134">
      <w:pPr>
        <w:tabs>
          <w:tab w:val="left" w:pos="3900"/>
        </w:tabs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noProof/>
          <w:color w:val="95A495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40005</wp:posOffset>
                </wp:positionV>
                <wp:extent cx="4410075" cy="0"/>
                <wp:effectExtent l="38100" t="38100" r="66675" b="952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00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1D7831" id="Connecteur droit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2pt,3.15pt" to="402.4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874134">
        <w:rPr>
          <w:rFonts w:asciiTheme="majorHAnsi" w:hAnsiTheme="majorHAnsi"/>
          <w:b/>
          <w:sz w:val="56"/>
          <w:szCs w:val="56"/>
        </w:rPr>
        <w:t>Liste des Pièces</w:t>
      </w:r>
    </w:p>
    <w:p w:rsidR="00874134" w:rsidRDefault="00874134" w:rsidP="00874134">
      <w:pPr>
        <w:rPr>
          <w:rFonts w:asciiTheme="majorHAnsi" w:hAnsiTheme="maj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7"/>
        <w:gridCol w:w="4527"/>
      </w:tblGrid>
      <w:tr w:rsidR="00874134" w:rsidTr="00874134">
        <w:tc>
          <w:tcPr>
            <w:tcW w:w="4527" w:type="dxa"/>
          </w:tcPr>
          <w:p w:rsidR="00874134" w:rsidRPr="008D00B0" w:rsidRDefault="00874134" w:rsidP="00874134">
            <w:pPr>
              <w:rPr>
                <w:rFonts w:asciiTheme="majorHAnsi" w:hAnsiTheme="majorHAnsi"/>
                <w:b/>
              </w:rPr>
            </w:pPr>
            <w:r w:rsidRPr="008D00B0">
              <w:rPr>
                <w:rFonts w:asciiTheme="majorHAnsi" w:hAnsiTheme="majorHAnsi"/>
                <w:b/>
              </w:rPr>
              <w:t>Nom de la Pièce</w:t>
            </w:r>
          </w:p>
        </w:tc>
        <w:tc>
          <w:tcPr>
            <w:tcW w:w="4527" w:type="dxa"/>
          </w:tcPr>
          <w:p w:rsidR="00874134" w:rsidRPr="008D00B0" w:rsidRDefault="00874134" w:rsidP="00874134">
            <w:pPr>
              <w:rPr>
                <w:rFonts w:asciiTheme="majorHAnsi" w:hAnsiTheme="majorHAnsi"/>
                <w:b/>
              </w:rPr>
            </w:pPr>
            <w:r w:rsidRPr="008D00B0">
              <w:rPr>
                <w:rFonts w:asciiTheme="majorHAnsi" w:hAnsiTheme="majorHAnsi"/>
                <w:b/>
              </w:rPr>
              <w:t>Date d’ajout</w:t>
            </w:r>
          </w:p>
        </w:tc>
      </w:tr>
      <w:tr w:rsidR="00874134" w:rsidTr="00874134">
        <w:tc>
          <w:tcPr>
            <w:tcW w:w="4527" w:type="dxa"/>
          </w:tcPr>
          <w:p w:rsidR="00874134" w:rsidRDefault="006D20AC" w:rsidP="006D20A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Délibération </w:t>
            </w:r>
            <w:r w:rsidR="00874134">
              <w:rPr>
                <w:rFonts w:asciiTheme="majorHAnsi" w:hAnsiTheme="majorHAnsi"/>
              </w:rPr>
              <w:t>de prescription d</w:t>
            </w:r>
            <w:r>
              <w:rPr>
                <w:rFonts w:asciiTheme="majorHAnsi" w:hAnsiTheme="majorHAnsi"/>
              </w:rPr>
              <w:t>e la modification simplifiée</w:t>
            </w:r>
            <w:r w:rsidR="00874134">
              <w:rPr>
                <w:rFonts w:asciiTheme="majorHAnsi" w:hAnsiTheme="majorHAnsi"/>
              </w:rPr>
              <w:t xml:space="preserve"> du </w:t>
            </w:r>
            <w:r>
              <w:rPr>
                <w:rFonts w:asciiTheme="majorHAnsi" w:hAnsiTheme="majorHAnsi"/>
              </w:rPr>
              <w:t>30 juin 2021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6D20AC" w:rsidP="006D20A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Arrêté d’enquête publique du 2 avril 2024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417E3C" w:rsidTr="00874134">
        <w:tc>
          <w:tcPr>
            <w:tcW w:w="4527" w:type="dxa"/>
          </w:tcPr>
          <w:p w:rsidR="00417E3C" w:rsidRDefault="00417E3C" w:rsidP="006D20A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Délibération de validation de l’avis de la MRAE du 15 novembre 2023</w:t>
            </w:r>
            <w:bookmarkStart w:id="0" w:name="_GoBack"/>
            <w:bookmarkEnd w:id="0"/>
          </w:p>
        </w:tc>
        <w:tc>
          <w:tcPr>
            <w:tcW w:w="4527" w:type="dxa"/>
          </w:tcPr>
          <w:p w:rsidR="00417E3C" w:rsidRDefault="00417E3C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6D20AC" w:rsidP="00006A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54-10204 MDC gours_V3</w:t>
            </w:r>
            <w:r w:rsidR="00006AD4">
              <w:rPr>
                <w:rFonts w:asciiTheme="majorHAnsi" w:hAnsiTheme="majorHAnsi"/>
              </w:rPr>
              <w:t xml:space="preserve"> (Notice explicative)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6D20AC" w:rsidP="006D20A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Avis du Pole d’Equilibre Territorial et Rural</w:t>
            </w:r>
            <w:r w:rsidR="00851CCA">
              <w:rPr>
                <w:rFonts w:asciiTheme="majorHAnsi" w:hAnsiTheme="majorHAnsi"/>
              </w:rPr>
              <w:t xml:space="preserve"> (</w:t>
            </w:r>
            <w:r>
              <w:rPr>
                <w:rFonts w:asciiTheme="majorHAnsi" w:hAnsiTheme="majorHAnsi"/>
              </w:rPr>
              <w:t>PETR</w:t>
            </w:r>
            <w:r w:rsidR="00851CCA">
              <w:rPr>
                <w:rFonts w:asciiTheme="majorHAnsi" w:hAnsiTheme="majorHAnsi"/>
              </w:rPr>
              <w:t>)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A508B0" w:rsidP="00851C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Avis du </w:t>
            </w:r>
            <w:r w:rsidR="00851CCA">
              <w:rPr>
                <w:rFonts w:asciiTheme="majorHAnsi" w:hAnsiTheme="majorHAnsi"/>
              </w:rPr>
              <w:t>C</w:t>
            </w:r>
            <w:r>
              <w:rPr>
                <w:rFonts w:asciiTheme="majorHAnsi" w:hAnsiTheme="majorHAnsi"/>
              </w:rPr>
              <w:t xml:space="preserve">entre National pour la </w:t>
            </w:r>
            <w:r w:rsidR="00851CCA">
              <w:rPr>
                <w:rFonts w:asciiTheme="majorHAnsi" w:hAnsiTheme="majorHAnsi"/>
              </w:rPr>
              <w:t>P</w:t>
            </w:r>
            <w:r>
              <w:rPr>
                <w:rFonts w:asciiTheme="majorHAnsi" w:hAnsiTheme="majorHAnsi"/>
              </w:rPr>
              <w:t xml:space="preserve">rotection </w:t>
            </w:r>
            <w:r w:rsidR="00851CCA">
              <w:rPr>
                <w:rFonts w:asciiTheme="majorHAnsi" w:hAnsiTheme="majorHAnsi"/>
              </w:rPr>
              <w:t>F</w:t>
            </w:r>
            <w:r>
              <w:rPr>
                <w:rFonts w:asciiTheme="majorHAnsi" w:hAnsiTheme="majorHAnsi"/>
              </w:rPr>
              <w:t>orestière</w:t>
            </w:r>
            <w:r w:rsidR="00851CCA">
              <w:rPr>
                <w:rFonts w:asciiTheme="majorHAnsi" w:hAnsiTheme="majorHAnsi"/>
              </w:rPr>
              <w:t xml:space="preserve"> (CNPF)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A508B0" w:rsidP="008741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Avis de la Direction Départementale des territoires et de la Mer</w:t>
            </w:r>
            <w:r w:rsidR="00851CCA">
              <w:rPr>
                <w:rFonts w:asciiTheme="majorHAnsi" w:hAnsiTheme="majorHAnsi"/>
              </w:rPr>
              <w:t xml:space="preserve"> (DDTM)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A508B0" w:rsidP="008741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Avis de l’institut national des appellations d’origine</w:t>
            </w:r>
            <w:r w:rsidR="00851CCA">
              <w:rPr>
                <w:rFonts w:asciiTheme="majorHAnsi" w:hAnsiTheme="majorHAnsi"/>
              </w:rPr>
              <w:t xml:space="preserve"> (INAO)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51CCA" w:rsidTr="00874134">
        <w:tc>
          <w:tcPr>
            <w:tcW w:w="4527" w:type="dxa"/>
          </w:tcPr>
          <w:p w:rsidR="00851CCA" w:rsidRDefault="00851CCA" w:rsidP="008741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Avis de la Mission Régionale pour l’Autorité Environnementale (MRAE)</w:t>
            </w:r>
          </w:p>
        </w:tc>
        <w:tc>
          <w:tcPr>
            <w:tcW w:w="4527" w:type="dxa"/>
          </w:tcPr>
          <w:p w:rsidR="00851CCA" w:rsidRDefault="00851CCA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</w:tbl>
    <w:p w:rsidR="00C27DDE" w:rsidRPr="00874134" w:rsidRDefault="00C27DDE" w:rsidP="008D00B0">
      <w:pPr>
        <w:rPr>
          <w:rFonts w:asciiTheme="majorHAnsi" w:hAnsiTheme="majorHAnsi"/>
        </w:rPr>
      </w:pPr>
    </w:p>
    <w:sectPr w:rsidR="00C27DDE" w:rsidRPr="00874134" w:rsidSect="00F07436">
      <w:footerReference w:type="default" r:id="rId8"/>
      <w:headerReference w:type="first" r:id="rId9"/>
      <w:pgSz w:w="11900" w:h="16840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69E" w:rsidRDefault="0066369E" w:rsidP="00F2272F">
      <w:r>
        <w:separator/>
      </w:r>
    </w:p>
  </w:endnote>
  <w:endnote w:type="continuationSeparator" w:id="0">
    <w:p w:rsidR="0066369E" w:rsidRDefault="0066369E" w:rsidP="00F2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A00002AF" w:usb1="5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Liberation Sans" w:hAnsi="Liberation Sans"/>
        <w:sz w:val="16"/>
        <w:szCs w:val="16"/>
      </w:rPr>
      <w:id w:val="2066060727"/>
      <w:docPartObj>
        <w:docPartGallery w:val="Page Numbers (Bottom of Page)"/>
        <w:docPartUnique/>
      </w:docPartObj>
    </w:sdtPr>
    <w:sdtEndPr/>
    <w:sdtContent>
      <w:p w:rsidR="0079426F" w:rsidRPr="00795934" w:rsidRDefault="004B0FFD" w:rsidP="0009216E">
        <w:pPr>
          <w:pStyle w:val="Pieddepage"/>
          <w:jc w:val="right"/>
          <w:rPr>
            <w:rFonts w:ascii="Liberation Sans" w:hAnsi="Liberation Sans"/>
            <w:sz w:val="16"/>
            <w:szCs w:val="16"/>
          </w:rPr>
        </w:pPr>
        <w:r w:rsidRPr="004B0FFD">
          <w:rPr>
            <w:rFonts w:ascii="Liberation Sans" w:hAnsi="Liberation Sans"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D2219F8" wp14:editId="504B1E1A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10190480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" name="Carré corné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B0FFD" w:rsidRDefault="004B0FFD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17E3C" w:rsidRPr="00417E3C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D2219F8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5" o:spid="_x0000_s1026" type="#_x0000_t65" style="position:absolute;left:0;text-align:left;margin-left:0;margin-top:0;width:29pt;height:21.6pt;z-index:251661312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" o:allowincell="f" adj="14135" strokecolor="gray" strokeweight=".25pt">
                  <v:textbox>
                    <w:txbxContent>
                      <w:p w:rsidR="004B0FFD" w:rsidRDefault="004B0FFD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417E3C" w:rsidRPr="00417E3C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69E" w:rsidRDefault="0066369E" w:rsidP="00F2272F">
      <w:r>
        <w:separator/>
      </w:r>
    </w:p>
  </w:footnote>
  <w:footnote w:type="continuationSeparator" w:id="0">
    <w:p w:rsidR="0066369E" w:rsidRDefault="0066369E" w:rsidP="00F22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26F" w:rsidRDefault="0079426F">
    <w:pPr>
      <w:pStyle w:val="En-tte"/>
    </w:pPr>
    <w:r>
      <w:rPr>
        <w:noProof/>
      </w:rPr>
      <w:drawing>
        <wp:anchor distT="0" distB="0" distL="114300" distR="114300" simplePos="0" relativeHeight="251659264" behindDoc="1" locked="1" layoutInCell="1" allowOverlap="0" wp14:anchorId="6CCEB192" wp14:editId="507F1DFB">
          <wp:simplePos x="0" y="0"/>
          <wp:positionH relativeFrom="page">
            <wp:posOffset>-199390</wp:posOffset>
          </wp:positionH>
          <wp:positionV relativeFrom="page">
            <wp:posOffset>-323850</wp:posOffset>
          </wp:positionV>
          <wp:extent cx="4039870" cy="28194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Cali-logo_word150-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9870" cy="2819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0ADD"/>
    <w:multiLevelType w:val="hybridMultilevel"/>
    <w:tmpl w:val="BBECC4FE"/>
    <w:lvl w:ilvl="0" w:tplc="AA1C6A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7364"/>
    <w:multiLevelType w:val="hybridMultilevel"/>
    <w:tmpl w:val="1CDC7194"/>
    <w:lvl w:ilvl="0" w:tplc="4A5C220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62C31"/>
    <w:multiLevelType w:val="hybridMultilevel"/>
    <w:tmpl w:val="235C04B0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B514D"/>
    <w:multiLevelType w:val="hybridMultilevel"/>
    <w:tmpl w:val="BBE860A6"/>
    <w:lvl w:ilvl="0" w:tplc="8654E86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2C9C"/>
    <w:multiLevelType w:val="hybridMultilevel"/>
    <w:tmpl w:val="1F323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3AA7"/>
    <w:multiLevelType w:val="hybridMultilevel"/>
    <w:tmpl w:val="756878EE"/>
    <w:lvl w:ilvl="0" w:tplc="E890936C">
      <w:start w:val="1"/>
      <w:numFmt w:val="decimal"/>
      <w:lvlText w:val="%1."/>
      <w:lvlJc w:val="left"/>
      <w:pPr>
        <w:ind w:left="78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41C33FF"/>
    <w:multiLevelType w:val="multilevel"/>
    <w:tmpl w:val="E4D8D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2E6AB9"/>
    <w:multiLevelType w:val="hybridMultilevel"/>
    <w:tmpl w:val="9346662C"/>
    <w:lvl w:ilvl="0" w:tplc="EC564C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91DD2"/>
    <w:multiLevelType w:val="hybridMultilevel"/>
    <w:tmpl w:val="7608912E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1C2D1684"/>
    <w:multiLevelType w:val="hybridMultilevel"/>
    <w:tmpl w:val="28828BFC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E4540"/>
    <w:multiLevelType w:val="hybridMultilevel"/>
    <w:tmpl w:val="BD8E96F0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1DD36B9C"/>
    <w:multiLevelType w:val="hybridMultilevel"/>
    <w:tmpl w:val="C2D61316"/>
    <w:lvl w:ilvl="0" w:tplc="2A2C674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60CA9"/>
    <w:multiLevelType w:val="multilevel"/>
    <w:tmpl w:val="B6705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A06519"/>
    <w:multiLevelType w:val="hybridMultilevel"/>
    <w:tmpl w:val="85CA19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34517"/>
    <w:multiLevelType w:val="hybridMultilevel"/>
    <w:tmpl w:val="80E43B34"/>
    <w:lvl w:ilvl="0" w:tplc="BDBED6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839C1"/>
    <w:multiLevelType w:val="hybridMultilevel"/>
    <w:tmpl w:val="191234DC"/>
    <w:lvl w:ilvl="0" w:tplc="827AE4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6A42"/>
    <w:multiLevelType w:val="hybridMultilevel"/>
    <w:tmpl w:val="5D1A2236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D5B4F"/>
    <w:multiLevelType w:val="hybridMultilevel"/>
    <w:tmpl w:val="5FDCFA60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5274A"/>
    <w:multiLevelType w:val="hybridMultilevel"/>
    <w:tmpl w:val="98D0DC98"/>
    <w:lvl w:ilvl="0" w:tplc="FCF8655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C5E2C"/>
    <w:multiLevelType w:val="hybridMultilevel"/>
    <w:tmpl w:val="333CE6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41E14"/>
    <w:multiLevelType w:val="hybridMultilevel"/>
    <w:tmpl w:val="CED443B6"/>
    <w:lvl w:ilvl="0" w:tplc="B1AA73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868B8"/>
    <w:multiLevelType w:val="hybridMultilevel"/>
    <w:tmpl w:val="35C07D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77553"/>
    <w:multiLevelType w:val="hybridMultilevel"/>
    <w:tmpl w:val="84F8C37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FB06290"/>
    <w:multiLevelType w:val="hybridMultilevel"/>
    <w:tmpl w:val="09D0D0B4"/>
    <w:lvl w:ilvl="0" w:tplc="62BE6CE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0110B"/>
    <w:multiLevelType w:val="hybridMultilevel"/>
    <w:tmpl w:val="2DB026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D026E"/>
    <w:multiLevelType w:val="hybridMultilevel"/>
    <w:tmpl w:val="BC2EA79C"/>
    <w:lvl w:ilvl="0" w:tplc="D424FB4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5733C"/>
    <w:multiLevelType w:val="hybridMultilevel"/>
    <w:tmpl w:val="444A2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E785D"/>
    <w:multiLevelType w:val="hybridMultilevel"/>
    <w:tmpl w:val="CE0E67BA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B04C3"/>
    <w:multiLevelType w:val="hybridMultilevel"/>
    <w:tmpl w:val="6B8EBA74"/>
    <w:lvl w:ilvl="0" w:tplc="39DE43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75E99"/>
    <w:multiLevelType w:val="hybridMultilevel"/>
    <w:tmpl w:val="AFF02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70626A"/>
    <w:multiLevelType w:val="hybridMultilevel"/>
    <w:tmpl w:val="6EECEE3E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24"/>
  </w:num>
  <w:num w:numId="4">
    <w:abstractNumId w:val="13"/>
  </w:num>
  <w:num w:numId="5">
    <w:abstractNumId w:val="29"/>
  </w:num>
  <w:num w:numId="6">
    <w:abstractNumId w:val="9"/>
  </w:num>
  <w:num w:numId="7">
    <w:abstractNumId w:val="12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21"/>
  </w:num>
  <w:num w:numId="13">
    <w:abstractNumId w:val="25"/>
  </w:num>
  <w:num w:numId="14">
    <w:abstractNumId w:val="23"/>
  </w:num>
  <w:num w:numId="15">
    <w:abstractNumId w:val="16"/>
  </w:num>
  <w:num w:numId="16">
    <w:abstractNumId w:val="27"/>
  </w:num>
  <w:num w:numId="17">
    <w:abstractNumId w:val="17"/>
  </w:num>
  <w:num w:numId="18">
    <w:abstractNumId w:val="2"/>
  </w:num>
  <w:num w:numId="19">
    <w:abstractNumId w:val="30"/>
  </w:num>
  <w:num w:numId="20">
    <w:abstractNumId w:val="22"/>
  </w:num>
  <w:num w:numId="21">
    <w:abstractNumId w:val="26"/>
  </w:num>
  <w:num w:numId="22">
    <w:abstractNumId w:val="7"/>
  </w:num>
  <w:num w:numId="23">
    <w:abstractNumId w:val="5"/>
  </w:num>
  <w:num w:numId="24">
    <w:abstractNumId w:val="11"/>
  </w:num>
  <w:num w:numId="25">
    <w:abstractNumId w:val="14"/>
  </w:num>
  <w:num w:numId="26">
    <w:abstractNumId w:val="3"/>
  </w:num>
  <w:num w:numId="27">
    <w:abstractNumId w:val="18"/>
  </w:num>
  <w:num w:numId="28">
    <w:abstractNumId w:val="20"/>
  </w:num>
  <w:num w:numId="29">
    <w:abstractNumId w:val="28"/>
  </w:num>
  <w:num w:numId="30">
    <w:abstractNumId w:val="15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CD"/>
    <w:rsid w:val="00003CF1"/>
    <w:rsid w:val="00004BCC"/>
    <w:rsid w:val="00006AD4"/>
    <w:rsid w:val="00022373"/>
    <w:rsid w:val="00050E30"/>
    <w:rsid w:val="00074DFD"/>
    <w:rsid w:val="00077767"/>
    <w:rsid w:val="000814C3"/>
    <w:rsid w:val="0009216E"/>
    <w:rsid w:val="000978AF"/>
    <w:rsid w:val="000B699B"/>
    <w:rsid w:val="000B7079"/>
    <w:rsid w:val="000B7CEF"/>
    <w:rsid w:val="000B7F4B"/>
    <w:rsid w:val="000C455F"/>
    <w:rsid w:val="000D1A1E"/>
    <w:rsid w:val="000D3F72"/>
    <w:rsid w:val="000D4B0E"/>
    <w:rsid w:val="000D6103"/>
    <w:rsid w:val="000E2C76"/>
    <w:rsid w:val="000F05CC"/>
    <w:rsid w:val="000F0BDB"/>
    <w:rsid w:val="000F33F2"/>
    <w:rsid w:val="000F7FA5"/>
    <w:rsid w:val="001104D7"/>
    <w:rsid w:val="001212DF"/>
    <w:rsid w:val="001241E1"/>
    <w:rsid w:val="00146908"/>
    <w:rsid w:val="00157208"/>
    <w:rsid w:val="00160D44"/>
    <w:rsid w:val="0018219C"/>
    <w:rsid w:val="00194DF5"/>
    <w:rsid w:val="001B5847"/>
    <w:rsid w:val="001B7DB7"/>
    <w:rsid w:val="001D2714"/>
    <w:rsid w:val="001E3502"/>
    <w:rsid w:val="001F492A"/>
    <w:rsid w:val="00200273"/>
    <w:rsid w:val="00200DCA"/>
    <w:rsid w:val="00200FB4"/>
    <w:rsid w:val="002010CD"/>
    <w:rsid w:val="00206403"/>
    <w:rsid w:val="002064D2"/>
    <w:rsid w:val="00206706"/>
    <w:rsid w:val="002129C3"/>
    <w:rsid w:val="00217B17"/>
    <w:rsid w:val="00220541"/>
    <w:rsid w:val="00223308"/>
    <w:rsid w:val="00224BA5"/>
    <w:rsid w:val="002275C1"/>
    <w:rsid w:val="00233FDA"/>
    <w:rsid w:val="0026683E"/>
    <w:rsid w:val="00270FEB"/>
    <w:rsid w:val="00277F1E"/>
    <w:rsid w:val="0029395D"/>
    <w:rsid w:val="002A17DF"/>
    <w:rsid w:val="002D380F"/>
    <w:rsid w:val="002D7DCB"/>
    <w:rsid w:val="002E4436"/>
    <w:rsid w:val="00307DF8"/>
    <w:rsid w:val="00315C58"/>
    <w:rsid w:val="00321374"/>
    <w:rsid w:val="0032197F"/>
    <w:rsid w:val="0032496B"/>
    <w:rsid w:val="00324D51"/>
    <w:rsid w:val="00331340"/>
    <w:rsid w:val="0034004C"/>
    <w:rsid w:val="00364E37"/>
    <w:rsid w:val="00376C30"/>
    <w:rsid w:val="003A0207"/>
    <w:rsid w:val="003B62E8"/>
    <w:rsid w:val="003D0F7E"/>
    <w:rsid w:val="003D1D33"/>
    <w:rsid w:val="003E4741"/>
    <w:rsid w:val="00402BC8"/>
    <w:rsid w:val="00417E3C"/>
    <w:rsid w:val="004201AE"/>
    <w:rsid w:val="00421B1F"/>
    <w:rsid w:val="0043084D"/>
    <w:rsid w:val="00444A7C"/>
    <w:rsid w:val="00446C7F"/>
    <w:rsid w:val="004475B8"/>
    <w:rsid w:val="00460378"/>
    <w:rsid w:val="00472A61"/>
    <w:rsid w:val="00473CD6"/>
    <w:rsid w:val="00486FC0"/>
    <w:rsid w:val="004A363E"/>
    <w:rsid w:val="004B0FFD"/>
    <w:rsid w:val="004B76ED"/>
    <w:rsid w:val="004D40C4"/>
    <w:rsid w:val="004D47FB"/>
    <w:rsid w:val="004E568A"/>
    <w:rsid w:val="004F4CD8"/>
    <w:rsid w:val="00500C09"/>
    <w:rsid w:val="00517407"/>
    <w:rsid w:val="00521595"/>
    <w:rsid w:val="00522EE7"/>
    <w:rsid w:val="005334E6"/>
    <w:rsid w:val="00544892"/>
    <w:rsid w:val="00545D8E"/>
    <w:rsid w:val="005560C5"/>
    <w:rsid w:val="005724CB"/>
    <w:rsid w:val="00583EF3"/>
    <w:rsid w:val="0059498D"/>
    <w:rsid w:val="005B487D"/>
    <w:rsid w:val="005B559A"/>
    <w:rsid w:val="005B654E"/>
    <w:rsid w:val="005C4D41"/>
    <w:rsid w:val="005E5329"/>
    <w:rsid w:val="005E7422"/>
    <w:rsid w:val="00600D07"/>
    <w:rsid w:val="006013C5"/>
    <w:rsid w:val="0060340B"/>
    <w:rsid w:val="006123FC"/>
    <w:rsid w:val="00614CCD"/>
    <w:rsid w:val="00621ECA"/>
    <w:rsid w:val="00626989"/>
    <w:rsid w:val="006326D9"/>
    <w:rsid w:val="00634B6C"/>
    <w:rsid w:val="0064754A"/>
    <w:rsid w:val="006630EB"/>
    <w:rsid w:val="0066369E"/>
    <w:rsid w:val="006711E1"/>
    <w:rsid w:val="00674BF3"/>
    <w:rsid w:val="00677881"/>
    <w:rsid w:val="00694C12"/>
    <w:rsid w:val="006B409E"/>
    <w:rsid w:val="006C3010"/>
    <w:rsid w:val="006D1A0D"/>
    <w:rsid w:val="006D20AC"/>
    <w:rsid w:val="006E145D"/>
    <w:rsid w:val="006E2F7A"/>
    <w:rsid w:val="006E52B7"/>
    <w:rsid w:val="006E692C"/>
    <w:rsid w:val="00703513"/>
    <w:rsid w:val="00716704"/>
    <w:rsid w:val="00722FED"/>
    <w:rsid w:val="00737203"/>
    <w:rsid w:val="007552DA"/>
    <w:rsid w:val="00761512"/>
    <w:rsid w:val="007616B6"/>
    <w:rsid w:val="007668F3"/>
    <w:rsid w:val="0077218F"/>
    <w:rsid w:val="0077652F"/>
    <w:rsid w:val="0077747D"/>
    <w:rsid w:val="0078309B"/>
    <w:rsid w:val="007940D4"/>
    <w:rsid w:val="0079426F"/>
    <w:rsid w:val="007B31F0"/>
    <w:rsid w:val="007B74A7"/>
    <w:rsid w:val="007C74AA"/>
    <w:rsid w:val="007D0A2A"/>
    <w:rsid w:val="007D0E6D"/>
    <w:rsid w:val="007E1C82"/>
    <w:rsid w:val="007F1D77"/>
    <w:rsid w:val="007F6A39"/>
    <w:rsid w:val="00805BF8"/>
    <w:rsid w:val="0081673E"/>
    <w:rsid w:val="00837165"/>
    <w:rsid w:val="00851CCA"/>
    <w:rsid w:val="0087144D"/>
    <w:rsid w:val="00874134"/>
    <w:rsid w:val="00875802"/>
    <w:rsid w:val="00875EF8"/>
    <w:rsid w:val="00881A55"/>
    <w:rsid w:val="00884F41"/>
    <w:rsid w:val="00885D7A"/>
    <w:rsid w:val="008A152B"/>
    <w:rsid w:val="008B2246"/>
    <w:rsid w:val="008B68A2"/>
    <w:rsid w:val="008C5877"/>
    <w:rsid w:val="008C74A6"/>
    <w:rsid w:val="008D00B0"/>
    <w:rsid w:val="008E398B"/>
    <w:rsid w:val="008F2907"/>
    <w:rsid w:val="009037C8"/>
    <w:rsid w:val="009054B1"/>
    <w:rsid w:val="0092190C"/>
    <w:rsid w:val="00923ECF"/>
    <w:rsid w:val="009241CF"/>
    <w:rsid w:val="00924604"/>
    <w:rsid w:val="0093798C"/>
    <w:rsid w:val="00943775"/>
    <w:rsid w:val="00952E77"/>
    <w:rsid w:val="009546F1"/>
    <w:rsid w:val="00965D57"/>
    <w:rsid w:val="00966752"/>
    <w:rsid w:val="00967B2F"/>
    <w:rsid w:val="009713D9"/>
    <w:rsid w:val="009814F2"/>
    <w:rsid w:val="0098174E"/>
    <w:rsid w:val="009831AD"/>
    <w:rsid w:val="0099616D"/>
    <w:rsid w:val="009C592E"/>
    <w:rsid w:val="009C6008"/>
    <w:rsid w:val="009D3E47"/>
    <w:rsid w:val="009D45CC"/>
    <w:rsid w:val="009F5B3A"/>
    <w:rsid w:val="00A002C4"/>
    <w:rsid w:val="00A23122"/>
    <w:rsid w:val="00A301A0"/>
    <w:rsid w:val="00A32486"/>
    <w:rsid w:val="00A358BA"/>
    <w:rsid w:val="00A508B0"/>
    <w:rsid w:val="00A62A7B"/>
    <w:rsid w:val="00A662AE"/>
    <w:rsid w:val="00A748C7"/>
    <w:rsid w:val="00A8346E"/>
    <w:rsid w:val="00A900D7"/>
    <w:rsid w:val="00A91C3B"/>
    <w:rsid w:val="00A94325"/>
    <w:rsid w:val="00AA0C8A"/>
    <w:rsid w:val="00AA61B2"/>
    <w:rsid w:val="00AB23D4"/>
    <w:rsid w:val="00AC16A1"/>
    <w:rsid w:val="00AC176C"/>
    <w:rsid w:val="00AC3686"/>
    <w:rsid w:val="00AC6F29"/>
    <w:rsid w:val="00AC6F6A"/>
    <w:rsid w:val="00AD23BB"/>
    <w:rsid w:val="00AD57C7"/>
    <w:rsid w:val="00AE600F"/>
    <w:rsid w:val="00AF0724"/>
    <w:rsid w:val="00AF42C7"/>
    <w:rsid w:val="00AF640B"/>
    <w:rsid w:val="00B14D81"/>
    <w:rsid w:val="00B155B6"/>
    <w:rsid w:val="00B34969"/>
    <w:rsid w:val="00B47051"/>
    <w:rsid w:val="00B51D8A"/>
    <w:rsid w:val="00B52FA2"/>
    <w:rsid w:val="00B53405"/>
    <w:rsid w:val="00B704F5"/>
    <w:rsid w:val="00B721E2"/>
    <w:rsid w:val="00B85248"/>
    <w:rsid w:val="00B90BF5"/>
    <w:rsid w:val="00B911CC"/>
    <w:rsid w:val="00B97FC3"/>
    <w:rsid w:val="00BB0F45"/>
    <w:rsid w:val="00BD188B"/>
    <w:rsid w:val="00BE02E6"/>
    <w:rsid w:val="00BE5149"/>
    <w:rsid w:val="00BF01ED"/>
    <w:rsid w:val="00BF2D5A"/>
    <w:rsid w:val="00BF46BC"/>
    <w:rsid w:val="00BF79D7"/>
    <w:rsid w:val="00C074FA"/>
    <w:rsid w:val="00C2407E"/>
    <w:rsid w:val="00C27DDE"/>
    <w:rsid w:val="00C30DAB"/>
    <w:rsid w:val="00C34EB6"/>
    <w:rsid w:val="00C52B5E"/>
    <w:rsid w:val="00C62884"/>
    <w:rsid w:val="00C653ED"/>
    <w:rsid w:val="00C7484E"/>
    <w:rsid w:val="00C87A3D"/>
    <w:rsid w:val="00C87AA5"/>
    <w:rsid w:val="00C90532"/>
    <w:rsid w:val="00CA23A8"/>
    <w:rsid w:val="00CC4F78"/>
    <w:rsid w:val="00CD1235"/>
    <w:rsid w:val="00CD2427"/>
    <w:rsid w:val="00D119B4"/>
    <w:rsid w:val="00D33F86"/>
    <w:rsid w:val="00D74090"/>
    <w:rsid w:val="00D771A6"/>
    <w:rsid w:val="00D90681"/>
    <w:rsid w:val="00D91198"/>
    <w:rsid w:val="00DC71B5"/>
    <w:rsid w:val="00DD1E12"/>
    <w:rsid w:val="00DD5EF0"/>
    <w:rsid w:val="00DE4ECA"/>
    <w:rsid w:val="00DE55AF"/>
    <w:rsid w:val="00DF29C3"/>
    <w:rsid w:val="00E17D21"/>
    <w:rsid w:val="00E20C92"/>
    <w:rsid w:val="00E402FE"/>
    <w:rsid w:val="00E40912"/>
    <w:rsid w:val="00E4120B"/>
    <w:rsid w:val="00E46D12"/>
    <w:rsid w:val="00E46DB0"/>
    <w:rsid w:val="00E5134A"/>
    <w:rsid w:val="00E51D60"/>
    <w:rsid w:val="00E72644"/>
    <w:rsid w:val="00E73615"/>
    <w:rsid w:val="00E8781C"/>
    <w:rsid w:val="00E95515"/>
    <w:rsid w:val="00E959BA"/>
    <w:rsid w:val="00EA0020"/>
    <w:rsid w:val="00EA1D4B"/>
    <w:rsid w:val="00EC6952"/>
    <w:rsid w:val="00ED1035"/>
    <w:rsid w:val="00ED4B8F"/>
    <w:rsid w:val="00EF7D12"/>
    <w:rsid w:val="00F07436"/>
    <w:rsid w:val="00F15E58"/>
    <w:rsid w:val="00F2138A"/>
    <w:rsid w:val="00F2272F"/>
    <w:rsid w:val="00F35DA0"/>
    <w:rsid w:val="00F369ED"/>
    <w:rsid w:val="00F60BA5"/>
    <w:rsid w:val="00F82CDC"/>
    <w:rsid w:val="00F95B25"/>
    <w:rsid w:val="00FA010B"/>
    <w:rsid w:val="00FC7C28"/>
    <w:rsid w:val="00FD2F30"/>
    <w:rsid w:val="00FD4D2D"/>
    <w:rsid w:val="00FE3C0C"/>
    <w:rsid w:val="00FE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8177"/>
    <o:shapelayout v:ext="edit">
      <o:idmap v:ext="edit" data="1"/>
    </o:shapelayout>
  </w:shapeDefaults>
  <w:decimalSymbol w:val=","/>
  <w:listSeparator w:val=";"/>
  <w14:defaultImageDpi w14:val="300"/>
  <w15:docId w15:val="{7E319D0D-D6F2-4BDA-958C-E12A71CF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272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72F"/>
    <w:rPr>
      <w:rFonts w:ascii="Lucida Grande" w:hAnsi="Lucida Grande" w:cs="Lucida Grande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F2272F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F2272F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2272F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272F"/>
    <w:rPr>
      <w:lang w:val="fr-FR"/>
    </w:rPr>
  </w:style>
  <w:style w:type="table" w:styleId="Trameclaire-Accent1">
    <w:name w:val="Light Shading Accent 1"/>
    <w:basedOn w:val="TableauNormal"/>
    <w:uiPriority w:val="60"/>
    <w:rsid w:val="0079426F"/>
    <w:rPr>
      <w:color w:val="365F91" w:themeColor="accent1" w:themeShade="BF"/>
      <w:sz w:val="22"/>
      <w:szCs w:val="22"/>
      <w:lang w:val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pip">
    <w:name w:val="spip"/>
    <w:basedOn w:val="Normal"/>
    <w:rsid w:val="004B0F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aragraphedeliste">
    <w:name w:val="List Paragraph"/>
    <w:basedOn w:val="Normal"/>
    <w:uiPriority w:val="34"/>
    <w:qFormat/>
    <w:rsid w:val="004B0FFD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8524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85248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B85248"/>
    <w:rPr>
      <w:vertAlign w:val="superscript"/>
    </w:rPr>
  </w:style>
  <w:style w:type="character" w:styleId="lev">
    <w:name w:val="Strong"/>
    <w:basedOn w:val="Policepardfaut"/>
    <w:uiPriority w:val="22"/>
    <w:qFormat/>
    <w:rsid w:val="001104D7"/>
    <w:rPr>
      <w:b/>
      <w:bCs/>
    </w:rPr>
  </w:style>
  <w:style w:type="paragraph" w:customStyle="1" w:styleId="Normal1">
    <w:name w:val="Normal1"/>
    <w:rsid w:val="005B559A"/>
    <w:pPr>
      <w:widowControl w:val="0"/>
      <w:suppressAutoHyphens/>
      <w:autoSpaceDN w:val="0"/>
      <w:spacing w:line="100" w:lineRule="atLeast"/>
      <w:textAlignment w:val="baseline"/>
    </w:pPr>
    <w:rPr>
      <w:rFonts w:ascii="Liberation Serif" w:eastAsia="SimSun" w:hAnsi="Liberation Serif" w:cs="Mangal"/>
      <w:kern w:val="3"/>
      <w:lang w:val="fr-FR" w:eastAsia="ar-SA" w:bidi="hi-IN"/>
    </w:rPr>
  </w:style>
  <w:style w:type="character" w:customStyle="1" w:styleId="Policepardfaut1">
    <w:name w:val="Police par défaut1"/>
    <w:rsid w:val="005B559A"/>
  </w:style>
  <w:style w:type="paragraph" w:customStyle="1" w:styleId="western">
    <w:name w:val="western"/>
    <w:basedOn w:val="Normal"/>
    <w:rsid w:val="00200FB4"/>
    <w:pPr>
      <w:spacing w:before="100" w:beforeAutospacing="1"/>
      <w:jc w:val="both"/>
    </w:pPr>
    <w:rPr>
      <w:rFonts w:ascii="Arial" w:eastAsia="Times New Roman" w:hAnsi="Arial" w:cs="Arial"/>
      <w:sz w:val="20"/>
      <w:szCs w:val="20"/>
    </w:rPr>
  </w:style>
  <w:style w:type="table" w:styleId="Grilledutableau">
    <w:name w:val="Table Grid"/>
    <w:basedOn w:val="TableauNormal"/>
    <w:uiPriority w:val="59"/>
    <w:rsid w:val="00874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938">
              <w:marLeft w:val="960"/>
              <w:marRight w:val="96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9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21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37638">
                                              <w:marLeft w:val="27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0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1839">
              <w:marLeft w:val="960"/>
              <w:marRight w:val="96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5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2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8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20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7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170623">
                                              <w:marLeft w:val="27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37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6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16786">
              <w:marLeft w:val="960"/>
              <w:marRight w:val="96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53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0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05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944818">
                                              <w:marLeft w:val="27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952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GS\AppData\Local\Microsoft\Windows\Temporary%20Internet%20Files\Content.Outlook\G64GLW8Y\note_interne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8AB5CC-05CE-4401-ADE0-E825E6247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note_interne</Template>
  <TotalTime>3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Cali - Communauté d'agglomération du Libournais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Benjamin MAUFRONT</dc:creator>
  <cp:lastModifiedBy>Maufront Benjamin</cp:lastModifiedBy>
  <cp:revision>5</cp:revision>
  <cp:lastPrinted>2023-11-14T07:45:00Z</cp:lastPrinted>
  <dcterms:created xsi:type="dcterms:W3CDTF">2024-04-05T08:38:00Z</dcterms:created>
  <dcterms:modified xsi:type="dcterms:W3CDTF">2024-04-05T08:41:00Z</dcterms:modified>
</cp:coreProperties>
</file>